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31D3C" w14:textId="77777777" w:rsidR="00F73912" w:rsidRPr="00F73912" w:rsidRDefault="00997F14" w:rsidP="00F73912">
      <w:pPr>
        <w:spacing w:line="240" w:lineRule="auto"/>
        <w:jc w:val="right"/>
        <w:rPr>
          <w:rFonts w:ascii="Corbel" w:hAnsi="Corbel"/>
          <w:bCs/>
          <w:i/>
        </w:rPr>
      </w:pPr>
      <w:r w:rsidRPr="3DCF5615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73912" w:rsidRPr="00F73912">
        <w:rPr>
          <w:rFonts w:ascii="Corbel" w:hAnsi="Corbel"/>
          <w:bCs/>
          <w:i/>
        </w:rPr>
        <w:t>Załącznik nr 1.5 do Zarządzenia Rektora UR nr 7/2023</w:t>
      </w:r>
    </w:p>
    <w:p w14:paraId="4F856EDF" w14:textId="77777777" w:rsidR="00F73912" w:rsidRPr="00F73912" w:rsidRDefault="00F73912" w:rsidP="00F7391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3912">
        <w:rPr>
          <w:rFonts w:ascii="Corbel" w:hAnsi="Corbel"/>
          <w:b/>
          <w:smallCaps/>
          <w:sz w:val="24"/>
          <w:szCs w:val="24"/>
        </w:rPr>
        <w:t>SYLABUS</w:t>
      </w:r>
    </w:p>
    <w:p w14:paraId="4CFB4650" w14:textId="40DE0B16" w:rsidR="00F73912" w:rsidRPr="00F73912" w:rsidRDefault="00F73912" w:rsidP="00F7391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73912">
        <w:rPr>
          <w:rFonts w:ascii="Corbel" w:hAnsi="Corbel"/>
          <w:b/>
          <w:smallCaps/>
          <w:sz w:val="24"/>
          <w:szCs w:val="24"/>
        </w:rPr>
        <w:t>dotyczy cyklu kształcenia 202</w:t>
      </w:r>
      <w:r w:rsidR="00491082">
        <w:rPr>
          <w:rFonts w:ascii="Corbel" w:hAnsi="Corbel"/>
          <w:b/>
          <w:smallCaps/>
          <w:sz w:val="24"/>
          <w:szCs w:val="24"/>
        </w:rPr>
        <w:t>5</w:t>
      </w:r>
      <w:r w:rsidRPr="00F73912">
        <w:rPr>
          <w:rFonts w:ascii="Corbel" w:hAnsi="Corbel"/>
          <w:b/>
          <w:smallCaps/>
          <w:sz w:val="24"/>
          <w:szCs w:val="24"/>
        </w:rPr>
        <w:t>-202</w:t>
      </w:r>
      <w:r w:rsidR="00491082">
        <w:rPr>
          <w:rFonts w:ascii="Corbel" w:hAnsi="Corbel"/>
          <w:b/>
          <w:smallCaps/>
          <w:sz w:val="24"/>
          <w:szCs w:val="24"/>
        </w:rPr>
        <w:t>8</w:t>
      </w:r>
    </w:p>
    <w:p w14:paraId="5EC55B14" w14:textId="77777777" w:rsidR="00F73912" w:rsidRPr="00F73912" w:rsidRDefault="00F73912" w:rsidP="00F7391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F73912">
        <w:rPr>
          <w:rFonts w:ascii="Corbel" w:hAnsi="Corbel"/>
          <w:i/>
          <w:sz w:val="20"/>
          <w:szCs w:val="20"/>
        </w:rPr>
        <w:t>(skrajne daty</w:t>
      </w:r>
      <w:r w:rsidRPr="00F73912">
        <w:rPr>
          <w:rFonts w:ascii="Corbel" w:hAnsi="Corbel"/>
          <w:sz w:val="20"/>
          <w:szCs w:val="20"/>
        </w:rPr>
        <w:t>)</w:t>
      </w:r>
    </w:p>
    <w:p w14:paraId="75EB866F" w14:textId="1F61A97A" w:rsidR="00445970" w:rsidRPr="00EA4832" w:rsidRDefault="00F73912" w:rsidP="00F73912">
      <w:pPr>
        <w:spacing w:line="240" w:lineRule="auto"/>
        <w:jc w:val="center"/>
        <w:rPr>
          <w:rFonts w:ascii="Corbel" w:hAnsi="Corbel"/>
          <w:sz w:val="20"/>
          <w:szCs w:val="20"/>
        </w:rPr>
      </w:pPr>
      <w:r w:rsidRPr="00F73912">
        <w:rPr>
          <w:rFonts w:ascii="Corbel" w:hAnsi="Corbel"/>
          <w:sz w:val="20"/>
          <w:szCs w:val="20"/>
        </w:rPr>
        <w:t>Rok akademicki 202</w:t>
      </w:r>
      <w:r w:rsidR="00491082">
        <w:rPr>
          <w:rFonts w:ascii="Corbel" w:hAnsi="Corbel"/>
          <w:sz w:val="20"/>
          <w:szCs w:val="20"/>
        </w:rPr>
        <w:t>5</w:t>
      </w:r>
      <w:r w:rsidRPr="00F73912">
        <w:rPr>
          <w:rFonts w:ascii="Corbel" w:hAnsi="Corbel"/>
          <w:sz w:val="20"/>
          <w:szCs w:val="20"/>
        </w:rPr>
        <w:t>/202</w:t>
      </w:r>
      <w:r w:rsidR="00491082">
        <w:rPr>
          <w:rFonts w:ascii="Corbel" w:hAnsi="Corbel"/>
          <w:sz w:val="20"/>
          <w:szCs w:val="20"/>
        </w:rPr>
        <w:t>6</w:t>
      </w:r>
    </w:p>
    <w:p w14:paraId="4E12CE0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A9962F" w14:textId="77777777" w:rsidTr="00491082">
        <w:tc>
          <w:tcPr>
            <w:tcW w:w="2694" w:type="dxa"/>
            <w:vAlign w:val="center"/>
          </w:tcPr>
          <w:p w14:paraId="4277794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74673D" w14:textId="3001600D" w:rsidR="0085747A" w:rsidRPr="00445D5A" w:rsidRDefault="00D50CD9" w:rsidP="27298A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7298AB8">
              <w:rPr>
                <w:rFonts w:ascii="Corbel" w:hAnsi="Corbel"/>
                <w:bCs/>
                <w:sz w:val="24"/>
                <w:szCs w:val="24"/>
              </w:rPr>
              <w:t>Metody badawcze w stosunkach międzynarodowych</w:t>
            </w:r>
          </w:p>
        </w:tc>
      </w:tr>
      <w:tr w:rsidR="0085747A" w:rsidRPr="009C54AE" w14:paraId="57D206A6" w14:textId="77777777" w:rsidTr="00491082">
        <w:tc>
          <w:tcPr>
            <w:tcW w:w="2694" w:type="dxa"/>
            <w:vAlign w:val="center"/>
          </w:tcPr>
          <w:p w14:paraId="3CF348D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3E29AF" w14:textId="20FFA591" w:rsidR="0085747A" w:rsidRPr="00445D5A" w:rsidRDefault="00D646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MK_13</w:t>
            </w:r>
          </w:p>
        </w:tc>
      </w:tr>
      <w:tr w:rsidR="00491082" w:rsidRPr="009C54AE" w14:paraId="415B6C32" w14:textId="77777777" w:rsidTr="00491082">
        <w:tc>
          <w:tcPr>
            <w:tcW w:w="2694" w:type="dxa"/>
            <w:vAlign w:val="center"/>
          </w:tcPr>
          <w:p w14:paraId="2F55F39C" w14:textId="77777777" w:rsidR="00491082" w:rsidRPr="009C54AE" w:rsidRDefault="00491082" w:rsidP="0049108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0F6F7154" w14:textId="6EF30A06" w:rsidR="00491082" w:rsidRPr="00491082" w:rsidRDefault="00491082" w:rsidP="004910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082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491082" w:rsidRPr="009C54AE" w14:paraId="39A307F2" w14:textId="77777777" w:rsidTr="00491082">
        <w:tc>
          <w:tcPr>
            <w:tcW w:w="2694" w:type="dxa"/>
            <w:vAlign w:val="center"/>
          </w:tcPr>
          <w:p w14:paraId="6B529B58" w14:textId="77777777" w:rsidR="00491082" w:rsidRPr="009C54AE" w:rsidRDefault="00491082" w:rsidP="004910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B1E6F5C" w14:textId="7D2E0FA0" w:rsidR="00491082" w:rsidRPr="00491082" w:rsidRDefault="00491082" w:rsidP="004910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1082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6E5352C2" w14:textId="77777777" w:rsidTr="00491082">
        <w:tc>
          <w:tcPr>
            <w:tcW w:w="2694" w:type="dxa"/>
            <w:vAlign w:val="center"/>
          </w:tcPr>
          <w:p w14:paraId="3E749B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7DFCAE" w14:textId="2DA902ED" w:rsidR="0085747A" w:rsidRPr="00445D5A" w:rsidRDefault="004617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stosunki międzynarodowe</w:t>
            </w:r>
          </w:p>
        </w:tc>
      </w:tr>
      <w:tr w:rsidR="0085747A" w:rsidRPr="009C54AE" w14:paraId="00C6891E" w14:textId="77777777" w:rsidTr="00491082">
        <w:tc>
          <w:tcPr>
            <w:tcW w:w="2694" w:type="dxa"/>
            <w:vAlign w:val="center"/>
          </w:tcPr>
          <w:p w14:paraId="0D9ADB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E2D308" w14:textId="2CC5296D" w:rsidR="0085747A" w:rsidRPr="00445D5A" w:rsidRDefault="00C95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45D5A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5C4ABE6B" w14:textId="77777777" w:rsidTr="00491082">
        <w:tc>
          <w:tcPr>
            <w:tcW w:w="2694" w:type="dxa"/>
            <w:vAlign w:val="center"/>
          </w:tcPr>
          <w:p w14:paraId="5B86E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8B550D" w14:textId="55C9EFEC" w:rsidR="0085747A" w:rsidRPr="00445D5A" w:rsidRDefault="00C95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45D5A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2EFD9D09" w14:textId="77777777" w:rsidTr="00491082">
        <w:tc>
          <w:tcPr>
            <w:tcW w:w="2694" w:type="dxa"/>
            <w:vAlign w:val="center"/>
          </w:tcPr>
          <w:p w14:paraId="3A7801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ED3456" w14:textId="5C1A7EBF" w:rsidR="0085747A" w:rsidRPr="00445D5A" w:rsidRDefault="00903C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="00C95B24" w:rsidRPr="00445D5A">
              <w:rPr>
                <w:rFonts w:ascii="Corbel" w:hAnsi="Corbel"/>
                <w:b w:val="0"/>
                <w:bCs/>
                <w:sz w:val="24"/>
                <w:szCs w:val="24"/>
              </w:rPr>
              <w:t>stacjonarna</w:t>
            </w:r>
          </w:p>
        </w:tc>
      </w:tr>
      <w:tr w:rsidR="0085747A" w:rsidRPr="009C54AE" w14:paraId="752FDE0F" w14:textId="77777777" w:rsidTr="00491082">
        <w:tc>
          <w:tcPr>
            <w:tcW w:w="2694" w:type="dxa"/>
            <w:vAlign w:val="center"/>
          </w:tcPr>
          <w:p w14:paraId="527E3B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B53144" w14:textId="557CF4D9" w:rsidR="0085747A" w:rsidRPr="00445D5A" w:rsidRDefault="00445D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45D5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2 </w:t>
            </w:r>
          </w:p>
        </w:tc>
      </w:tr>
      <w:tr w:rsidR="0085747A" w:rsidRPr="009C54AE" w14:paraId="4B042AD3" w14:textId="77777777" w:rsidTr="00491082">
        <w:tc>
          <w:tcPr>
            <w:tcW w:w="2694" w:type="dxa"/>
            <w:vAlign w:val="center"/>
          </w:tcPr>
          <w:p w14:paraId="4866D5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296493" w14:textId="5FCDE2C5" w:rsidR="0085747A" w:rsidRPr="00445D5A" w:rsidRDefault="00C95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45D5A">
              <w:rPr>
                <w:rFonts w:ascii="Corbel" w:hAnsi="Corbel"/>
                <w:b w:val="0"/>
                <w:bCs/>
                <w:sz w:val="24"/>
                <w:szCs w:val="24"/>
              </w:rPr>
              <w:t>obowiązkowy</w:t>
            </w:r>
          </w:p>
        </w:tc>
      </w:tr>
      <w:tr w:rsidR="00923D7D" w:rsidRPr="009C54AE" w14:paraId="168529C7" w14:textId="77777777" w:rsidTr="00491082">
        <w:tc>
          <w:tcPr>
            <w:tcW w:w="2694" w:type="dxa"/>
            <w:vAlign w:val="center"/>
          </w:tcPr>
          <w:p w14:paraId="79EBCF2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77A1C0" w14:textId="1F030EBE" w:rsidR="00923D7D" w:rsidRPr="009C54AE" w:rsidRDefault="00445D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08E63D" w14:textId="77777777" w:rsidTr="00491082">
        <w:tc>
          <w:tcPr>
            <w:tcW w:w="2694" w:type="dxa"/>
            <w:vAlign w:val="center"/>
          </w:tcPr>
          <w:p w14:paraId="0DA087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854730" w14:textId="531DF28B" w:rsidR="0085747A" w:rsidRPr="009C54AE" w:rsidRDefault="00445D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Przemysław Maj</w:t>
            </w:r>
            <w:r w:rsidR="00D6466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52C49E2D" w14:textId="77777777" w:rsidTr="00491082">
        <w:tc>
          <w:tcPr>
            <w:tcW w:w="2694" w:type="dxa"/>
            <w:vAlign w:val="center"/>
          </w:tcPr>
          <w:p w14:paraId="267577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865056" w14:textId="12FEEB3A" w:rsidR="0085747A" w:rsidRPr="009C54AE" w:rsidRDefault="00445D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5D5A">
              <w:rPr>
                <w:rFonts w:ascii="Corbel" w:hAnsi="Corbel"/>
                <w:b w:val="0"/>
                <w:sz w:val="24"/>
                <w:szCs w:val="24"/>
              </w:rPr>
              <w:t>dr hab. Przemysław Maj</w:t>
            </w:r>
            <w:r w:rsidR="00D6466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BF5014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3E23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F0861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54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930"/>
        <w:gridCol w:w="795"/>
        <w:gridCol w:w="975"/>
        <w:gridCol w:w="795"/>
        <w:gridCol w:w="855"/>
        <w:gridCol w:w="675"/>
        <w:gridCol w:w="960"/>
        <w:gridCol w:w="968"/>
        <w:gridCol w:w="1505"/>
      </w:tblGrid>
      <w:tr w:rsidR="00015B8F" w:rsidRPr="009C54AE" w14:paraId="04CEA9C7" w14:textId="77777777" w:rsidTr="3DCF5615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A20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D73E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9A1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89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AE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8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FE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15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C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638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26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6ADF500" w14:textId="77777777" w:rsidTr="3DCF5615">
        <w:trPr>
          <w:trHeight w:val="45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D75E" w14:textId="06481722" w:rsidR="00015B8F" w:rsidRPr="009C54AE" w:rsidRDefault="00266B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DABC" w14:textId="3F425A48" w:rsidR="00015B8F" w:rsidRPr="009C54AE" w:rsidRDefault="00BA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30DD" w14:textId="02A788FB" w:rsidR="00015B8F" w:rsidRPr="009C54AE" w:rsidRDefault="00903C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66BA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94EE" w14:textId="6F8E425D" w:rsidR="00015B8F" w:rsidRPr="009C54AE" w:rsidRDefault="00BA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5809" w14:textId="3F94CB31" w:rsidR="00015B8F" w:rsidRPr="009C54AE" w:rsidRDefault="00BA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2890" w14:textId="4A43F5BC" w:rsidR="00015B8F" w:rsidRPr="009C54AE" w:rsidRDefault="00BA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E73D" w14:textId="2C370C75" w:rsidR="00015B8F" w:rsidRPr="009C54AE" w:rsidRDefault="00BA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0193" w14:textId="56E5B234" w:rsidR="00015B8F" w:rsidRPr="009C54AE" w:rsidRDefault="00BA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4C54" w14:textId="44F25C97" w:rsidR="00015B8F" w:rsidRPr="009C54AE" w:rsidRDefault="00BA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09E2" w14:textId="0ABE1446" w:rsidR="00015B8F" w:rsidRPr="009C54AE" w:rsidRDefault="00266B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9BFD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7268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9828CC" w14:textId="77777777" w:rsidR="00266BAD" w:rsidRDefault="00266BAD" w:rsidP="00266BAD">
      <w:pPr>
        <w:pStyle w:val="Punktygwne"/>
        <w:spacing w:before="0" w:after="0"/>
        <w:rPr>
          <w:rFonts w:ascii="MS Gothic" w:eastAsia="MS Gothic" w:hAnsi="MS Gothic" w:cs="MS Gothic"/>
          <w:b w:val="0"/>
          <w:szCs w:val="24"/>
        </w:rPr>
      </w:pPr>
    </w:p>
    <w:p w14:paraId="08211D19" w14:textId="5EF82B0B" w:rsidR="0085747A" w:rsidRPr="009C54AE" w:rsidRDefault="0085747A" w:rsidP="00266BAD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B0B50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2099EF" w14:textId="66A27FC5" w:rsidR="00E22FBC" w:rsidRPr="009C54AE" w:rsidRDefault="00E22FBC" w:rsidP="3DCF561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CF5615">
        <w:rPr>
          <w:rFonts w:ascii="Corbel" w:hAnsi="Corbel"/>
          <w:smallCaps w:val="0"/>
        </w:rPr>
        <w:t xml:space="preserve">1.3 </w:t>
      </w:r>
      <w:r>
        <w:tab/>
      </w:r>
      <w:r w:rsidRPr="3DCF5615">
        <w:rPr>
          <w:rFonts w:ascii="Corbel" w:hAnsi="Corbel"/>
          <w:smallCaps w:val="0"/>
        </w:rPr>
        <w:t>For</w:t>
      </w:r>
      <w:r w:rsidR="00445970" w:rsidRPr="3DCF5615">
        <w:rPr>
          <w:rFonts w:ascii="Corbel" w:hAnsi="Corbel"/>
          <w:smallCaps w:val="0"/>
        </w:rPr>
        <w:t xml:space="preserve">ma zaliczenia przedmiotu </w:t>
      </w:r>
      <w:r w:rsidRPr="3DCF5615">
        <w:rPr>
          <w:rFonts w:ascii="Corbel" w:hAnsi="Corbel"/>
          <w:smallCaps w:val="0"/>
        </w:rPr>
        <w:t xml:space="preserve">(z toku) </w:t>
      </w:r>
      <w:r w:rsidRPr="3DCF5615">
        <w:rPr>
          <w:rFonts w:ascii="Corbel" w:hAnsi="Corbel"/>
          <w:b w:val="0"/>
          <w:smallCaps w:val="0"/>
        </w:rPr>
        <w:t>(egzamin, zaliczenie z oceną, zaliczenie bez oceny)</w:t>
      </w:r>
    </w:p>
    <w:p w14:paraId="69BE4C2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7D38D5" w14:textId="79D75BC5" w:rsidR="00E960BB" w:rsidRDefault="00266BAD" w:rsidP="27298AB8">
      <w:pPr>
        <w:pStyle w:val="Punktygwne"/>
        <w:spacing w:before="0" w:after="0"/>
        <w:rPr>
          <w:rFonts w:ascii="Corbel" w:hAnsi="Corbel"/>
          <w:b w:val="0"/>
        </w:rPr>
      </w:pPr>
      <w:r w:rsidRPr="27298AB8">
        <w:rPr>
          <w:rFonts w:ascii="Corbel" w:hAnsi="Corbel"/>
          <w:b w:val="0"/>
        </w:rPr>
        <w:t>zaliczenie</w:t>
      </w:r>
      <w:r w:rsidR="008C533E" w:rsidRPr="27298AB8">
        <w:rPr>
          <w:rFonts w:ascii="Corbel" w:hAnsi="Corbel"/>
          <w:b w:val="0"/>
        </w:rPr>
        <w:t xml:space="preserve"> z oceną</w:t>
      </w:r>
    </w:p>
    <w:p w14:paraId="6B6AD182" w14:textId="77777777" w:rsidR="00266BAD" w:rsidRDefault="00266B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FA1F1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7F62C4" w14:textId="77777777" w:rsidTr="00745302">
        <w:tc>
          <w:tcPr>
            <w:tcW w:w="9670" w:type="dxa"/>
          </w:tcPr>
          <w:p w14:paraId="0D702D1D" w14:textId="5DFE4671" w:rsidR="0085747A" w:rsidRPr="009C54AE" w:rsidRDefault="00BB256B" w:rsidP="008C533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68FCB9A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6AAA82" w14:textId="585BA8DE" w:rsidR="0085747A" w:rsidRPr="00C05F44" w:rsidRDefault="0071620A" w:rsidP="3DCF5615">
      <w:pPr>
        <w:pStyle w:val="Punktygwne"/>
        <w:spacing w:before="0" w:after="0"/>
        <w:rPr>
          <w:rFonts w:ascii="Corbel" w:hAnsi="Corbel"/>
        </w:rPr>
      </w:pPr>
      <w:r w:rsidRPr="3DCF5615">
        <w:rPr>
          <w:rFonts w:ascii="Corbel" w:hAnsi="Corbel"/>
        </w:rPr>
        <w:t>3.</w:t>
      </w:r>
      <w:r w:rsidR="0085747A" w:rsidRPr="3DCF5615">
        <w:rPr>
          <w:rFonts w:ascii="Corbel" w:hAnsi="Corbel"/>
        </w:rPr>
        <w:t xml:space="preserve"> </w:t>
      </w:r>
      <w:r w:rsidR="00A84C85" w:rsidRPr="3DCF5615">
        <w:rPr>
          <w:rFonts w:ascii="Corbel" w:hAnsi="Corbel"/>
        </w:rPr>
        <w:t>cele, efekty uczenia się</w:t>
      </w:r>
      <w:r w:rsidR="0085747A" w:rsidRPr="3DCF5615">
        <w:rPr>
          <w:rFonts w:ascii="Corbel" w:hAnsi="Corbel"/>
        </w:rPr>
        <w:t>, treści Programowe i stosowane metody Dydaktyczne</w:t>
      </w:r>
    </w:p>
    <w:p w14:paraId="111C269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00BE1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88D59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09CCD94" w14:textId="77777777" w:rsidTr="00AF39DF">
        <w:tc>
          <w:tcPr>
            <w:tcW w:w="843" w:type="dxa"/>
            <w:vAlign w:val="center"/>
          </w:tcPr>
          <w:p w14:paraId="1776D0E9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4392DBF" w14:textId="126BDCAE" w:rsidR="0085747A" w:rsidRPr="007914D4" w:rsidRDefault="008C533E" w:rsidP="008C533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14D4">
              <w:rPr>
                <w:rFonts w:ascii="Corbel" w:eastAsia="Times New Roman" w:hAnsi="Corbel" w:cs="Tahoma"/>
                <w:b w:val="0"/>
                <w:smallCaps w:val="0"/>
                <w:szCs w:val="20"/>
                <w:lang w:eastAsia="pl-PL"/>
              </w:rPr>
              <w:t xml:space="preserve">zapoznanie studentów z organizacją badań naukowych </w:t>
            </w:r>
          </w:p>
        </w:tc>
      </w:tr>
      <w:tr w:rsidR="0085747A" w:rsidRPr="009C54AE" w14:paraId="6ECD3A3C" w14:textId="77777777" w:rsidTr="00AF39DF">
        <w:tc>
          <w:tcPr>
            <w:tcW w:w="843" w:type="dxa"/>
            <w:vAlign w:val="center"/>
          </w:tcPr>
          <w:p w14:paraId="7A8794C2" w14:textId="3C0D70E5" w:rsidR="0085747A" w:rsidRPr="009C54AE" w:rsidRDefault="00AF39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3E62C931" w14:textId="7A96541F" w:rsidR="0085747A" w:rsidRPr="007914D4" w:rsidRDefault="008C53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14D4">
              <w:rPr>
                <w:rFonts w:ascii="Corbel" w:hAnsi="Corbel" w:cs="Tahoma"/>
                <w:b w:val="0"/>
                <w:sz w:val="24"/>
              </w:rPr>
              <w:t xml:space="preserve">rozwój umiejętności prowadzenia badań </w:t>
            </w:r>
            <w:r w:rsidR="00A65181" w:rsidRPr="007914D4">
              <w:rPr>
                <w:rFonts w:ascii="Corbel" w:hAnsi="Corbel" w:cs="Tahoma"/>
                <w:b w:val="0"/>
                <w:sz w:val="24"/>
              </w:rPr>
              <w:t>z</w:t>
            </w:r>
            <w:r w:rsidRPr="007914D4">
              <w:rPr>
                <w:rFonts w:ascii="Corbel" w:hAnsi="Corbel" w:cs="Tahoma"/>
                <w:b w:val="0"/>
                <w:sz w:val="24"/>
              </w:rPr>
              <w:t xml:space="preserve"> zakres</w:t>
            </w:r>
            <w:r w:rsidR="00A65181" w:rsidRPr="007914D4">
              <w:rPr>
                <w:rFonts w:ascii="Corbel" w:hAnsi="Corbel" w:cs="Tahoma"/>
                <w:b w:val="0"/>
                <w:sz w:val="24"/>
              </w:rPr>
              <w:t>u</w:t>
            </w:r>
            <w:r w:rsidRPr="007914D4">
              <w:rPr>
                <w:rFonts w:ascii="Corbel" w:hAnsi="Corbel" w:cs="Tahoma"/>
                <w:b w:val="0"/>
                <w:sz w:val="24"/>
              </w:rPr>
              <w:t xml:space="preserve"> stosunków międzynarodowych</w:t>
            </w:r>
          </w:p>
        </w:tc>
      </w:tr>
    </w:tbl>
    <w:p w14:paraId="480F1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BAE67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29283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47905C4D" w14:textId="77777777" w:rsidTr="72879F37">
        <w:tc>
          <w:tcPr>
            <w:tcW w:w="1447" w:type="dxa"/>
            <w:vAlign w:val="center"/>
          </w:tcPr>
          <w:p w14:paraId="04F7D76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30EC6E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8F1993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A5EDF4" w14:textId="77777777" w:rsidTr="72879F37">
        <w:tc>
          <w:tcPr>
            <w:tcW w:w="1447" w:type="dxa"/>
          </w:tcPr>
          <w:p w14:paraId="4093021F" w14:textId="6FAC4DC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6B7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08" w:type="dxa"/>
          </w:tcPr>
          <w:p w14:paraId="62C52624" w14:textId="3A2F432B" w:rsidR="0085747A" w:rsidRPr="009C54AE" w:rsidRDefault="23B35F16" w:rsidP="72879F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2879F37">
              <w:rPr>
                <w:rFonts w:ascii="Corbel" w:hAnsi="Corbel"/>
                <w:b w:val="0"/>
                <w:smallCaps w:val="0"/>
              </w:rPr>
              <w:t>Zna podstawowe metody badawcze stosowane w</w:t>
            </w:r>
            <w:r w:rsidR="4E25B38F" w:rsidRPr="72879F3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2879F37">
              <w:rPr>
                <w:rFonts w:ascii="Corbel" w:hAnsi="Corbel"/>
                <w:b w:val="0"/>
                <w:smallCaps w:val="0"/>
              </w:rPr>
              <w:t>badaniach środowiska międzynarodowego</w:t>
            </w:r>
          </w:p>
        </w:tc>
        <w:tc>
          <w:tcPr>
            <w:tcW w:w="1865" w:type="dxa"/>
          </w:tcPr>
          <w:p w14:paraId="40552CD6" w14:textId="45544510" w:rsidR="0085747A" w:rsidRPr="007914D4" w:rsidRDefault="00E92A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4D4">
              <w:rPr>
                <w:rFonts w:ascii="Corbel" w:hAnsi="Corbel"/>
                <w:b w:val="0"/>
                <w:smallCaps w:val="0"/>
              </w:rPr>
              <w:t>K_W05</w:t>
            </w:r>
          </w:p>
        </w:tc>
      </w:tr>
      <w:tr w:rsidR="0085747A" w:rsidRPr="009C54AE" w14:paraId="4E7AD4B5" w14:textId="77777777" w:rsidTr="72879F37">
        <w:tc>
          <w:tcPr>
            <w:tcW w:w="1447" w:type="dxa"/>
          </w:tcPr>
          <w:p w14:paraId="5EA665CE" w14:textId="16EDBFDD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0210A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66B7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08" w:type="dxa"/>
          </w:tcPr>
          <w:p w14:paraId="309C8A92" w14:textId="7FEBEC21" w:rsidR="0085747A" w:rsidRPr="009C54AE" w:rsidRDefault="59C564D7" w:rsidP="27298AB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7298AB8">
              <w:rPr>
                <w:rFonts w:ascii="Corbel" w:hAnsi="Corbel"/>
                <w:b w:val="0"/>
                <w:smallCaps w:val="0"/>
              </w:rPr>
              <w:t>Posiada wiedzę z zakresu pozyskiwania danych  oraz sposobu ich analizy</w:t>
            </w:r>
            <w:r w:rsidR="106972E9" w:rsidRPr="27298AB8">
              <w:rPr>
                <w:rFonts w:ascii="Corbel" w:hAnsi="Corbel"/>
                <w:b w:val="0"/>
                <w:smallCaps w:val="0"/>
              </w:rPr>
              <w:t xml:space="preserve"> w nauce o stosunkach międzynarodowych</w:t>
            </w:r>
          </w:p>
        </w:tc>
        <w:tc>
          <w:tcPr>
            <w:tcW w:w="1865" w:type="dxa"/>
          </w:tcPr>
          <w:p w14:paraId="007CCAC0" w14:textId="5E8A97CB" w:rsidR="0085747A" w:rsidRPr="007914D4" w:rsidRDefault="005021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4D4">
              <w:rPr>
                <w:rFonts w:ascii="Corbel" w:hAnsi="Corbel"/>
                <w:b w:val="0"/>
                <w:smallCaps w:val="0"/>
              </w:rPr>
              <w:t>K_W06</w:t>
            </w:r>
          </w:p>
        </w:tc>
      </w:tr>
      <w:tr w:rsidR="0069138D" w:rsidRPr="009C54AE" w14:paraId="123CDDFA" w14:textId="77777777" w:rsidTr="72879F37">
        <w:tc>
          <w:tcPr>
            <w:tcW w:w="1447" w:type="dxa"/>
          </w:tcPr>
          <w:p w14:paraId="133A56A7" w14:textId="46D4548B" w:rsidR="0069138D" w:rsidRPr="009C54AE" w:rsidRDefault="00D66B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B7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08" w:type="dxa"/>
          </w:tcPr>
          <w:p w14:paraId="401AFA2B" w14:textId="1110ABB7" w:rsidR="0069138D" w:rsidRDefault="3679BE9B" w:rsidP="27298AB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7298AB8">
              <w:rPr>
                <w:rFonts w:ascii="Corbel" w:hAnsi="Corbel"/>
                <w:b w:val="0"/>
                <w:smallCaps w:val="0"/>
              </w:rPr>
              <w:t xml:space="preserve">Potrafi identyfikować problemy badawcze o charakterze interdyscyplinarnym </w:t>
            </w:r>
          </w:p>
        </w:tc>
        <w:tc>
          <w:tcPr>
            <w:tcW w:w="1865" w:type="dxa"/>
          </w:tcPr>
          <w:p w14:paraId="65FC119F" w14:textId="2E3760D1" w:rsidR="0069138D" w:rsidRPr="007914D4" w:rsidRDefault="006913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14D4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00D66B77" w:rsidRPr="009C54AE" w14:paraId="6B89614B" w14:textId="77777777" w:rsidTr="72879F37">
        <w:tc>
          <w:tcPr>
            <w:tcW w:w="1447" w:type="dxa"/>
          </w:tcPr>
          <w:p w14:paraId="1C7DAE0C" w14:textId="000688E0" w:rsidR="00D66B77" w:rsidRPr="009C54AE" w:rsidRDefault="00D66B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B7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08" w:type="dxa"/>
          </w:tcPr>
          <w:p w14:paraId="1C8AC6B2" w14:textId="5AB25F69" w:rsidR="00D66B77" w:rsidRDefault="075AEAEC" w:rsidP="27298AB8">
            <w:pPr>
              <w:jc w:val="both"/>
              <w:rPr>
                <w:b/>
                <w:bCs/>
                <w:smallCaps/>
                <w:sz w:val="24"/>
                <w:szCs w:val="24"/>
              </w:rPr>
            </w:pPr>
            <w:r w:rsidRPr="72879F37">
              <w:rPr>
                <w:sz w:val="24"/>
                <w:szCs w:val="24"/>
              </w:rPr>
              <w:t>Jest gotów wykorzystać umiejętności metodologiczne do opracowywania i realizowania projektów z zakresu funkcjonowania i działalności instytucji i organizacji politycznych oraz gospodarczych na poziomie krajowym i</w:t>
            </w:r>
            <w:r w:rsidR="0E10C313" w:rsidRPr="72879F37">
              <w:rPr>
                <w:sz w:val="24"/>
                <w:szCs w:val="24"/>
              </w:rPr>
              <w:t xml:space="preserve"> </w:t>
            </w:r>
            <w:r w:rsidRPr="72879F37">
              <w:rPr>
                <w:sz w:val="24"/>
                <w:szCs w:val="24"/>
              </w:rPr>
              <w:t>międzynarodowym</w:t>
            </w:r>
          </w:p>
        </w:tc>
        <w:tc>
          <w:tcPr>
            <w:tcW w:w="1865" w:type="dxa"/>
          </w:tcPr>
          <w:p w14:paraId="12F56752" w14:textId="5B3773AE" w:rsidR="00D66B77" w:rsidRPr="007914D4" w:rsidRDefault="00D66B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914D4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3EFC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7C8E6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D70275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A1F2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EF2CA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E908F4" w14:textId="77777777" w:rsidTr="00923D7D">
        <w:tc>
          <w:tcPr>
            <w:tcW w:w="9639" w:type="dxa"/>
          </w:tcPr>
          <w:p w14:paraId="7791D6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4B7B" w:rsidRPr="009C54AE" w14:paraId="167C6C0F" w14:textId="77777777" w:rsidTr="00923D7D">
        <w:tc>
          <w:tcPr>
            <w:tcW w:w="9639" w:type="dxa"/>
          </w:tcPr>
          <w:p w14:paraId="2F381B4F" w14:textId="7E5BF7F5" w:rsidR="000E4B7B" w:rsidRDefault="000E4B7B" w:rsidP="009C54AE">
            <w:pPr>
              <w:pStyle w:val="Akapitzlist"/>
              <w:spacing w:after="0" w:line="240" w:lineRule="auto"/>
              <w:ind w:left="0"/>
              <w:rPr>
                <w:rFonts w:ascii="Segoe UI" w:hAnsi="Segoe UI" w:cs="Segoe UI"/>
                <w:color w:val="373A3C"/>
                <w:sz w:val="23"/>
                <w:szCs w:val="23"/>
                <w:shd w:val="clear" w:color="auto" w:fill="FFFFFF"/>
              </w:rPr>
            </w:pPr>
            <w:r w:rsidRPr="000E4B7B">
              <w:rPr>
                <w:rFonts w:ascii="Segoe UI" w:hAnsi="Segoe UI" w:cs="Segoe UI"/>
                <w:color w:val="373A3C"/>
                <w:sz w:val="23"/>
                <w:szCs w:val="23"/>
                <w:shd w:val="clear" w:color="auto" w:fill="FFFFFF"/>
              </w:rPr>
              <w:t>Podstawowe cechy projektu badawczego i części składowe</w:t>
            </w:r>
          </w:p>
        </w:tc>
      </w:tr>
      <w:tr w:rsidR="0085747A" w:rsidRPr="009C54AE" w14:paraId="37193F1F" w14:textId="77777777" w:rsidTr="00923D7D">
        <w:tc>
          <w:tcPr>
            <w:tcW w:w="9639" w:type="dxa"/>
          </w:tcPr>
          <w:p w14:paraId="770933E8" w14:textId="56402A68" w:rsidR="0085747A" w:rsidRPr="009C54AE" w:rsidRDefault="000E4B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Segoe UI" w:hAnsi="Segoe UI" w:cs="Segoe UI"/>
                <w:color w:val="373A3C"/>
                <w:sz w:val="23"/>
                <w:szCs w:val="23"/>
                <w:shd w:val="clear" w:color="auto" w:fill="FFFFFF"/>
              </w:rPr>
              <w:t>Metody, techniki i narzędzia badawcze</w:t>
            </w:r>
          </w:p>
        </w:tc>
      </w:tr>
      <w:tr w:rsidR="0085747A" w:rsidRPr="009C54AE" w14:paraId="6F92DD03" w14:textId="77777777" w:rsidTr="00923D7D">
        <w:tc>
          <w:tcPr>
            <w:tcW w:w="9639" w:type="dxa"/>
          </w:tcPr>
          <w:p w14:paraId="5E975B35" w14:textId="2F63EA24" w:rsidR="0085747A" w:rsidRPr="009C54AE" w:rsidRDefault="000E4B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Segoe UI" w:hAnsi="Segoe UI" w:cs="Segoe UI"/>
                <w:color w:val="373A3C"/>
                <w:sz w:val="23"/>
                <w:szCs w:val="23"/>
                <w:shd w:val="clear" w:color="auto" w:fill="FFFFFF"/>
              </w:rPr>
              <w:t>Formułowanie problemów badawczych</w:t>
            </w:r>
          </w:p>
        </w:tc>
      </w:tr>
      <w:tr w:rsidR="0085747A" w:rsidRPr="009C54AE" w14:paraId="57C7A387" w14:textId="77777777" w:rsidTr="00923D7D">
        <w:tc>
          <w:tcPr>
            <w:tcW w:w="9639" w:type="dxa"/>
          </w:tcPr>
          <w:p w14:paraId="7035B758" w14:textId="003B217B" w:rsidR="0085747A" w:rsidRPr="009C54AE" w:rsidRDefault="000E4B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Segoe UI" w:hAnsi="Segoe UI" w:cs="Segoe UI"/>
                <w:color w:val="373A3C"/>
                <w:sz w:val="23"/>
                <w:szCs w:val="23"/>
                <w:shd w:val="clear" w:color="auto" w:fill="FFFFFF"/>
              </w:rPr>
              <w:t>Przebieg procesu badawczego</w:t>
            </w:r>
          </w:p>
        </w:tc>
      </w:tr>
    </w:tbl>
    <w:p w14:paraId="20D95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21D7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DCF5615">
        <w:rPr>
          <w:rFonts w:ascii="Corbel" w:hAnsi="Corbel"/>
          <w:smallCaps w:val="0"/>
        </w:rPr>
        <w:t>3.4 Metody dydaktyczne</w:t>
      </w:r>
      <w:r w:rsidRPr="3DCF5615">
        <w:rPr>
          <w:rFonts w:ascii="Corbel" w:hAnsi="Corbel"/>
          <w:b w:val="0"/>
          <w:smallCaps w:val="0"/>
        </w:rPr>
        <w:t xml:space="preserve"> </w:t>
      </w:r>
    </w:p>
    <w:p w14:paraId="0762A8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EC7677" w14:textId="2995CA12" w:rsidR="00E960BB" w:rsidRPr="00706BC0" w:rsidRDefault="008514E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06BC0">
        <w:rPr>
          <w:rFonts w:ascii="Corbel" w:hAnsi="Corbel"/>
          <w:b w:val="0"/>
          <w:bCs/>
          <w:smallCaps w:val="0"/>
          <w:szCs w:val="24"/>
        </w:rPr>
        <w:t>metoda projektów, praca w grupach</w:t>
      </w:r>
      <w:r w:rsidR="00706BC0" w:rsidRPr="00706BC0">
        <w:rPr>
          <w:rFonts w:ascii="Corbel" w:hAnsi="Corbel"/>
          <w:b w:val="0"/>
          <w:bCs/>
          <w:smallCaps w:val="0"/>
          <w:szCs w:val="24"/>
        </w:rPr>
        <w:t>, analiza tekstów</w:t>
      </w:r>
    </w:p>
    <w:p w14:paraId="008999B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E481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3BCE44" w14:textId="57DADBCC" w:rsidR="2A0AE57D" w:rsidRDefault="2A0AE57D" w:rsidP="2A0AE5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399BD519" w14:textId="67FE94AF" w:rsidR="2A0AE57D" w:rsidRDefault="2A0AE57D" w:rsidP="2A0AE5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6B16DA" w14:textId="4DD384DC" w:rsidR="2A0AE57D" w:rsidRDefault="2A0AE57D" w:rsidP="2A0AE5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1A4A0A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588B1F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203B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8938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93F0163" w14:textId="77777777" w:rsidTr="72879F37">
        <w:tc>
          <w:tcPr>
            <w:tcW w:w="1985" w:type="dxa"/>
            <w:vAlign w:val="center"/>
          </w:tcPr>
          <w:p w14:paraId="463B2D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7475D43" w14:textId="54DF7E80" w:rsidR="0085747A" w:rsidRPr="009C54AE" w:rsidRDefault="00A84C85" w:rsidP="3DCF56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DCF561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1ABFA896" w:rsidRPr="3DCF561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37D1BA7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3EA587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51B2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914D4" w14:paraId="7D6B23B7" w14:textId="77777777" w:rsidTr="72879F37">
        <w:tc>
          <w:tcPr>
            <w:tcW w:w="1985" w:type="dxa"/>
          </w:tcPr>
          <w:p w14:paraId="31251B91" w14:textId="77777777" w:rsidR="0085747A" w:rsidRPr="007914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14D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14D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79F5307" w14:textId="52B95B08" w:rsidR="0085747A" w:rsidRPr="007914D4" w:rsidRDefault="00F94E98" w:rsidP="00F94E98">
            <w:pPr>
              <w:rPr>
                <w:rFonts w:ascii="Corbel" w:hAnsi="Corbel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>zaliczenie ćwiczeń</w:t>
            </w:r>
          </w:p>
        </w:tc>
        <w:tc>
          <w:tcPr>
            <w:tcW w:w="2126" w:type="dxa"/>
          </w:tcPr>
          <w:p w14:paraId="36412D14" w14:textId="3227A26F" w:rsidR="0085747A" w:rsidRPr="007914D4" w:rsidRDefault="18FE29EF" w:rsidP="00F94E98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72879F37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7914D4" w14:paraId="62CC60AC" w14:textId="77777777" w:rsidTr="72879F37">
        <w:tc>
          <w:tcPr>
            <w:tcW w:w="1985" w:type="dxa"/>
          </w:tcPr>
          <w:p w14:paraId="12462050" w14:textId="77777777" w:rsidR="0085747A" w:rsidRPr="007914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14D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7526838" w14:textId="7F0C1700" w:rsidR="0085747A" w:rsidRPr="007914D4" w:rsidRDefault="34D4E1EC" w:rsidP="00F94E98">
            <w:pPr>
              <w:rPr>
                <w:rFonts w:ascii="Corbel" w:hAnsi="Corbel"/>
                <w:sz w:val="24"/>
                <w:szCs w:val="24"/>
              </w:rPr>
            </w:pPr>
            <w:r w:rsidRPr="72879F37">
              <w:rPr>
                <w:rFonts w:ascii="Corbel" w:hAnsi="Corbel"/>
                <w:sz w:val="24"/>
                <w:szCs w:val="24"/>
              </w:rPr>
              <w:t xml:space="preserve">zaliczenie ćwiczeń </w:t>
            </w:r>
          </w:p>
        </w:tc>
        <w:tc>
          <w:tcPr>
            <w:tcW w:w="2126" w:type="dxa"/>
          </w:tcPr>
          <w:p w14:paraId="1F74E6F1" w14:textId="61298676" w:rsidR="0085747A" w:rsidRPr="007914D4" w:rsidRDefault="00D6466D" w:rsidP="00F94E98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14D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A6A40" w:rsidRPr="007914D4" w14:paraId="08EBEEE8" w14:textId="77777777" w:rsidTr="72879F37">
        <w:tc>
          <w:tcPr>
            <w:tcW w:w="1985" w:type="dxa"/>
          </w:tcPr>
          <w:p w14:paraId="203368E7" w14:textId="20B7003E" w:rsidR="004A6A40" w:rsidRPr="007914D4" w:rsidRDefault="004A6A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14D4">
              <w:rPr>
                <w:rFonts w:ascii="Corbel" w:hAnsi="Corbel"/>
                <w:b w:val="0"/>
                <w:szCs w:val="24"/>
              </w:rPr>
              <w:t>Ek_ 03</w:t>
            </w:r>
          </w:p>
          <w:p w14:paraId="71E4C516" w14:textId="158E7D56" w:rsidR="004A6A40" w:rsidRPr="007914D4" w:rsidRDefault="004A6A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7069CB95" w14:textId="0455FD82" w:rsidR="004A6A40" w:rsidRPr="007914D4" w:rsidRDefault="005F2A16" w:rsidP="005F2A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>obserwacja w trakcie zajęć; zaliczenie ćwiczeń</w:t>
            </w:r>
          </w:p>
        </w:tc>
        <w:tc>
          <w:tcPr>
            <w:tcW w:w="2126" w:type="dxa"/>
          </w:tcPr>
          <w:p w14:paraId="25B4173B" w14:textId="0CE8E359" w:rsidR="004A6A40" w:rsidRPr="007914D4" w:rsidRDefault="00D6466D" w:rsidP="00F94E98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14D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A6A40" w:rsidRPr="007914D4" w14:paraId="561BBF08" w14:textId="77777777" w:rsidTr="72879F37">
        <w:tc>
          <w:tcPr>
            <w:tcW w:w="1985" w:type="dxa"/>
          </w:tcPr>
          <w:p w14:paraId="7770B532" w14:textId="02869F7E" w:rsidR="004A6A40" w:rsidRPr="007914D4" w:rsidRDefault="004A6A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14D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9E4467C" w14:textId="445BB1BD" w:rsidR="004A6A40" w:rsidRPr="007914D4" w:rsidRDefault="005F2A16" w:rsidP="005F2A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>obserwacja w trakcie zajęć; zaliczenie ćwiczeń</w:t>
            </w:r>
          </w:p>
        </w:tc>
        <w:tc>
          <w:tcPr>
            <w:tcW w:w="2126" w:type="dxa"/>
          </w:tcPr>
          <w:p w14:paraId="0570DEB0" w14:textId="705AB852" w:rsidR="004A6A40" w:rsidRPr="007914D4" w:rsidRDefault="00D6466D" w:rsidP="00F94E98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14D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55A59E5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B96DF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BC73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914D4" w14:paraId="1BDFFE4B" w14:textId="77777777" w:rsidTr="00923D7D">
        <w:tc>
          <w:tcPr>
            <w:tcW w:w="9670" w:type="dxa"/>
          </w:tcPr>
          <w:p w14:paraId="57FF6F15" w14:textId="4F5D5F57" w:rsidR="0014102D" w:rsidRPr="007914D4" w:rsidRDefault="0014102D" w:rsidP="0014102D">
            <w:pPr>
              <w:pStyle w:val="Punktygwne"/>
              <w:rPr>
                <w:rFonts w:ascii="Corbel" w:eastAsia="Corbel" w:hAnsi="Corbel" w:cs="Corbel"/>
                <w:b w:val="0"/>
                <w:color w:val="000000" w:themeColor="text1"/>
              </w:rPr>
            </w:pPr>
            <w:r w:rsidRPr="007914D4">
              <w:rPr>
                <w:rFonts w:ascii="Corbel" w:eastAsia="Corbel" w:hAnsi="Corbel" w:cs="Corbel"/>
                <w:b w:val="0"/>
                <w:color w:val="000000" w:themeColor="text1"/>
              </w:rPr>
              <w:t>Kryteria ocen:</w:t>
            </w:r>
          </w:p>
          <w:p w14:paraId="74BC0818" w14:textId="77777777" w:rsidR="0014102D" w:rsidRPr="007914D4" w:rsidRDefault="0014102D" w:rsidP="0014102D">
            <w:pPr>
              <w:spacing w:line="240" w:lineRule="auto"/>
              <w:ind w:left="345" w:hanging="142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7914D4">
              <w:rPr>
                <w:rFonts w:ascii="Corbel" w:eastAsia="Corbel" w:hAnsi="Corbel" w:cs="Corbel"/>
                <w:color w:val="000000" w:themeColor="text1"/>
                <w:sz w:val="24"/>
              </w:rPr>
              <w:t>5.0 – wykazuje znajomość każdej z treści uczenia się na poziomie 91%-100%</w:t>
            </w:r>
          </w:p>
          <w:p w14:paraId="6C8F7049" w14:textId="77777777" w:rsidR="0014102D" w:rsidRPr="007914D4" w:rsidRDefault="0014102D" w:rsidP="0014102D">
            <w:pPr>
              <w:spacing w:line="240" w:lineRule="auto"/>
              <w:ind w:left="345" w:hanging="142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7914D4">
              <w:rPr>
                <w:rFonts w:ascii="Corbel" w:eastAsia="Corbel" w:hAnsi="Corbel" w:cs="Corbel"/>
                <w:color w:val="000000" w:themeColor="text1"/>
                <w:sz w:val="24"/>
              </w:rPr>
              <w:t>4.5 – wykazuje znajomość każdej z treści uczenia się na poziomie 81%-90%</w:t>
            </w:r>
          </w:p>
          <w:p w14:paraId="55D38C31" w14:textId="77777777" w:rsidR="0014102D" w:rsidRPr="007914D4" w:rsidRDefault="0014102D" w:rsidP="0014102D">
            <w:pPr>
              <w:spacing w:line="240" w:lineRule="auto"/>
              <w:ind w:left="345" w:hanging="142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7914D4">
              <w:rPr>
                <w:rFonts w:ascii="Corbel" w:eastAsia="Corbel" w:hAnsi="Corbel" w:cs="Corbel"/>
                <w:color w:val="000000" w:themeColor="text1"/>
                <w:sz w:val="24"/>
              </w:rPr>
              <w:t>4.0 – wykazuje znajomość każdej z treści uczenia się na poziomie 71%-80%</w:t>
            </w:r>
          </w:p>
          <w:p w14:paraId="2FB60E64" w14:textId="77777777" w:rsidR="0014102D" w:rsidRPr="007914D4" w:rsidRDefault="0014102D" w:rsidP="0014102D">
            <w:pPr>
              <w:spacing w:line="240" w:lineRule="auto"/>
              <w:ind w:left="345" w:hanging="142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7914D4">
              <w:rPr>
                <w:rFonts w:ascii="Corbel" w:eastAsia="Corbel" w:hAnsi="Corbel" w:cs="Corbel"/>
                <w:color w:val="000000" w:themeColor="text1"/>
                <w:sz w:val="24"/>
              </w:rPr>
              <w:t>3.5 – wykazuje znajomość każdej z treści uczenia się na poziomie 61%-70%</w:t>
            </w:r>
          </w:p>
          <w:p w14:paraId="7652DCF4" w14:textId="77777777" w:rsidR="0014102D" w:rsidRPr="007914D4" w:rsidRDefault="0014102D" w:rsidP="0014102D">
            <w:pPr>
              <w:spacing w:line="240" w:lineRule="auto"/>
              <w:ind w:left="345" w:hanging="142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7914D4">
              <w:rPr>
                <w:rFonts w:ascii="Corbel" w:eastAsia="Corbel" w:hAnsi="Corbel" w:cs="Corbel"/>
                <w:color w:val="000000" w:themeColor="text1"/>
                <w:sz w:val="24"/>
              </w:rPr>
              <w:t>3.0 – wykazuje znajomość każdej z treści uczenia się na poziomie 51%-60%</w:t>
            </w:r>
          </w:p>
          <w:p w14:paraId="00E4D26E" w14:textId="7D556054" w:rsidR="00923D7D" w:rsidRPr="007914D4" w:rsidRDefault="0014102D" w:rsidP="0014102D">
            <w:pPr>
              <w:spacing w:line="240" w:lineRule="auto"/>
              <w:ind w:left="345" w:hanging="142"/>
              <w:rPr>
                <w:rFonts w:ascii="Corbel" w:eastAsia="Corbel" w:hAnsi="Corbel" w:cs="Corbel"/>
                <w:color w:val="000000" w:themeColor="text1"/>
                <w:sz w:val="24"/>
              </w:rPr>
            </w:pPr>
            <w:r w:rsidRPr="007914D4">
              <w:rPr>
                <w:rFonts w:ascii="Corbel" w:eastAsia="Corbel" w:hAnsi="Corbel" w:cs="Corbel"/>
                <w:color w:val="000000" w:themeColor="text1"/>
                <w:sz w:val="24"/>
              </w:rPr>
              <w:t>2.0– wykazuje znajomość każdej z treści uczenia się poniżej 50%</w:t>
            </w:r>
          </w:p>
          <w:p w14:paraId="65698353" w14:textId="77777777" w:rsidR="0085747A" w:rsidRPr="007914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2B3A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D41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50D9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C902A68" w14:textId="77777777" w:rsidTr="3DCF5615">
        <w:tc>
          <w:tcPr>
            <w:tcW w:w="4962" w:type="dxa"/>
            <w:vAlign w:val="center"/>
          </w:tcPr>
          <w:p w14:paraId="7CA8F0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1519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521FE6" w14:textId="77777777" w:rsidTr="3DCF5615">
        <w:tc>
          <w:tcPr>
            <w:tcW w:w="4962" w:type="dxa"/>
          </w:tcPr>
          <w:p w14:paraId="21B7B020" w14:textId="77777777" w:rsidR="0085747A" w:rsidRPr="009C54AE" w:rsidRDefault="00C61DC5" w:rsidP="3DCF5615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DCF5615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3DCF5615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3DCF5615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3DCF5615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3DCF5615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85747A" w:rsidRPr="3DCF5615">
              <w:rPr>
                <w:rFonts w:ascii="Corbel" w:eastAsia="Corbel" w:hAnsi="Corbel" w:cs="Corbel"/>
                <w:sz w:val="24"/>
                <w:szCs w:val="24"/>
              </w:rPr>
              <w:t xml:space="preserve"> z</w:t>
            </w:r>
            <w:r w:rsidR="009C1331" w:rsidRPr="3DCF5615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0305D1AF" w:rsidRPr="3DCF5615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3DCF561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CF5615">
              <w:rPr>
                <w:rFonts w:ascii="Corbel" w:eastAsia="Corbel" w:hAnsi="Corbel" w:cs="Corbel"/>
                <w:sz w:val="24"/>
                <w:szCs w:val="24"/>
              </w:rPr>
              <w:t>studiów</w:t>
            </w:r>
            <w:r w:rsidR="0305D1AF" w:rsidRPr="3DCF561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EEC7506" w14:textId="2F61D28A" w:rsidR="0085747A" w:rsidRPr="009C54AE" w:rsidRDefault="20197344" w:rsidP="3DCF5615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DCF56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="6328E505" w:rsidRPr="3DCF561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C61DC5" w:rsidRPr="009C54AE" w14:paraId="15108DD6" w14:textId="77777777" w:rsidTr="3DCF5615">
        <w:tc>
          <w:tcPr>
            <w:tcW w:w="4962" w:type="dxa"/>
          </w:tcPr>
          <w:p w14:paraId="199EA7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277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F0EF13" w14:textId="65649572" w:rsidR="00C61DC5" w:rsidRPr="009C54AE" w:rsidRDefault="00E66A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AC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E881CDF" w14:textId="77777777" w:rsidTr="3DCF5615">
        <w:tc>
          <w:tcPr>
            <w:tcW w:w="4962" w:type="dxa"/>
          </w:tcPr>
          <w:p w14:paraId="371E0DC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0461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E0E881A" w14:textId="06EF356A" w:rsidR="00C61DC5" w:rsidRPr="009C54AE" w:rsidRDefault="00903C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66AC6" w:rsidRPr="00E66AC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0427BD8" w14:textId="77777777" w:rsidTr="3DCF5615">
        <w:tc>
          <w:tcPr>
            <w:tcW w:w="4962" w:type="dxa"/>
          </w:tcPr>
          <w:p w14:paraId="36C85F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F7CB63" w14:textId="5FF4240D" w:rsidR="0085747A" w:rsidRPr="009C54AE" w:rsidRDefault="00E66A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AC6"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17B2D8E8" w14:textId="77777777" w:rsidTr="3DCF5615">
        <w:tc>
          <w:tcPr>
            <w:tcW w:w="4962" w:type="dxa"/>
          </w:tcPr>
          <w:p w14:paraId="3195D0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599B97" w14:textId="7FD10EC5" w:rsidR="0085747A" w:rsidRPr="009C54AE" w:rsidRDefault="00C973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33809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C14B6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36D70" w14:textId="76DF1151" w:rsidR="72879F37" w:rsidRDefault="72879F37" w:rsidP="72879F37">
      <w:pPr>
        <w:pStyle w:val="Punktygwne"/>
        <w:spacing w:before="0" w:after="0"/>
        <w:rPr>
          <w:rFonts w:ascii="Corbel" w:hAnsi="Corbel"/>
          <w:smallCaps w:val="0"/>
        </w:rPr>
      </w:pPr>
    </w:p>
    <w:p w14:paraId="1ADE2B14" w14:textId="1FAA5013" w:rsidR="72879F37" w:rsidRDefault="72879F37" w:rsidP="72879F37">
      <w:pPr>
        <w:pStyle w:val="Punktygwne"/>
        <w:spacing w:before="0" w:after="0"/>
        <w:rPr>
          <w:rFonts w:ascii="Corbel" w:hAnsi="Corbel"/>
          <w:smallCaps w:val="0"/>
        </w:rPr>
      </w:pPr>
    </w:p>
    <w:p w14:paraId="2D77D53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3C5E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55719BAF" w14:textId="4D44D586" w:rsidR="003E1941" w:rsidRDefault="0014102D" w:rsidP="00907FD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Brak </w:t>
      </w:r>
    </w:p>
    <w:p w14:paraId="64C042B4" w14:textId="77777777" w:rsidR="0014102D" w:rsidRPr="009C54AE" w:rsidRDefault="0014102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6E75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28B2E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914D4" w14:paraId="6683C0F5" w14:textId="77777777" w:rsidTr="72879F37">
        <w:trPr>
          <w:trHeight w:val="397"/>
        </w:trPr>
        <w:tc>
          <w:tcPr>
            <w:tcW w:w="7513" w:type="dxa"/>
          </w:tcPr>
          <w:p w14:paraId="32C99EF1" w14:textId="72C94457" w:rsidR="00C4088D" w:rsidRPr="007914D4" w:rsidRDefault="0085747A" w:rsidP="3DCF5615">
            <w:pPr>
              <w:pStyle w:val="Punktygwne"/>
              <w:spacing w:after="0"/>
              <w:rPr>
                <w:rFonts w:ascii="Corbel" w:hAnsi="Corbel"/>
                <w:bCs/>
                <w:smallCaps w:val="0"/>
              </w:rPr>
            </w:pPr>
            <w:r w:rsidRPr="3DCF5615">
              <w:rPr>
                <w:rFonts w:ascii="Corbel" w:hAnsi="Corbel"/>
                <w:bCs/>
                <w:smallCaps w:val="0"/>
              </w:rPr>
              <w:t>Literatura podstawowa:</w:t>
            </w:r>
            <w:r w:rsidR="49929A17" w:rsidRPr="3DCF5615">
              <w:rPr>
                <w:rFonts w:ascii="Corbel" w:hAnsi="Corbel"/>
                <w:bCs/>
              </w:rPr>
              <w:t xml:space="preserve"> </w:t>
            </w:r>
          </w:p>
          <w:p w14:paraId="1D60908D" w14:textId="66A05CDC" w:rsidR="3DCF5615" w:rsidRDefault="3DCF5615" w:rsidP="3DCF56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BEFFD98" w14:textId="2494E41D" w:rsidR="00C4088D" w:rsidRPr="007914D4" w:rsidRDefault="00C4088D" w:rsidP="00907FD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>B. Krauz-Mozer, W. Szostak, Teoria polityki. Podstawy metodologiczne politologii empirycznej, Kraków 1993.</w:t>
            </w:r>
          </w:p>
          <w:p w14:paraId="20E09C0B" w14:textId="36525AEE" w:rsidR="00C4088D" w:rsidRPr="007914D4" w:rsidRDefault="00C4088D" w:rsidP="00907FD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>B. Krauz-Mozer, Teorie polityki. Założenia metodologiczne, Warszawa 2005.</w:t>
            </w:r>
          </w:p>
          <w:p w14:paraId="63CF1415" w14:textId="390CE403" w:rsidR="00C4088D" w:rsidRPr="007914D4" w:rsidRDefault="00C4088D" w:rsidP="00907FD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 xml:space="preserve">R. Jackson, G. </w:t>
            </w:r>
            <w:proofErr w:type="spellStart"/>
            <w:r w:rsidRPr="007914D4">
              <w:rPr>
                <w:rFonts w:ascii="Corbel" w:hAnsi="Corbel"/>
                <w:sz w:val="24"/>
                <w:szCs w:val="24"/>
              </w:rPr>
              <w:t>Sørensen</w:t>
            </w:r>
            <w:proofErr w:type="spellEnd"/>
            <w:r w:rsidRPr="007914D4">
              <w:rPr>
                <w:rFonts w:ascii="Corbel" w:hAnsi="Corbel"/>
                <w:sz w:val="24"/>
                <w:szCs w:val="24"/>
              </w:rPr>
              <w:t>, Wprowadzenie do stosunków międzynarodowych. Teorie i kierunki badawcze, Kraków 2006.</w:t>
            </w:r>
          </w:p>
          <w:p w14:paraId="1A424B6A" w14:textId="03361F03" w:rsidR="00C4088D" w:rsidRPr="007914D4" w:rsidRDefault="00C4088D" w:rsidP="00907FD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>Teorie i metody w naukach politycznych, red. D. Marsh, G. Stoper, Kraków 2006.</w:t>
            </w:r>
          </w:p>
          <w:p w14:paraId="7C53D68E" w14:textId="10E532D9" w:rsidR="00C4088D" w:rsidRPr="007914D4" w:rsidRDefault="00C4088D" w:rsidP="00907FD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>Z. J. Pietraś, Podstawy teorii stosunków międzynarodowych, Lublin, 1986.</w:t>
            </w:r>
          </w:p>
          <w:p w14:paraId="375AF681" w14:textId="16BB547B" w:rsidR="00C4088D" w:rsidRPr="007914D4" w:rsidRDefault="00C4088D" w:rsidP="00907FD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>M. Sułek, Metody i techniki badań stosunków międzynarodowych, Warszawa 2004.</w:t>
            </w:r>
          </w:p>
          <w:p w14:paraId="52B2813C" w14:textId="19AA6DA0" w:rsidR="00907FD1" w:rsidRPr="007914D4" w:rsidRDefault="00C4088D" w:rsidP="00907FD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>J. Sztumski, Wstęp do metod i technik badań społecznych, Katowice 1999</w:t>
            </w:r>
            <w:r w:rsidR="00907FD1" w:rsidRPr="007914D4">
              <w:rPr>
                <w:rFonts w:ascii="Corbel" w:hAnsi="Corbel"/>
                <w:sz w:val="24"/>
                <w:szCs w:val="24"/>
              </w:rPr>
              <w:t>.</w:t>
            </w:r>
          </w:p>
          <w:p w14:paraId="1074A8FE" w14:textId="48C54345" w:rsidR="00907FD1" w:rsidRPr="007914D4" w:rsidRDefault="00907FD1" w:rsidP="00907FD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 xml:space="preserve">David Marsh, </w:t>
            </w:r>
            <w:proofErr w:type="spellStart"/>
            <w:r w:rsidRPr="007914D4">
              <w:rPr>
                <w:rFonts w:ascii="Corbel" w:hAnsi="Corbel"/>
                <w:sz w:val="24"/>
                <w:szCs w:val="24"/>
              </w:rPr>
              <w:t>Gerry</w:t>
            </w:r>
            <w:proofErr w:type="spellEnd"/>
            <w:r w:rsidRPr="007914D4">
              <w:rPr>
                <w:rFonts w:ascii="Corbel" w:hAnsi="Corbel"/>
                <w:sz w:val="24"/>
                <w:szCs w:val="24"/>
              </w:rPr>
              <w:t xml:space="preserve"> Stoker (red.), Teorie i metody w naukach politycznych, Wydawnictwo Uniwersytetu Jagiellońskiego, Kraków 2006.</w:t>
            </w:r>
          </w:p>
        </w:tc>
      </w:tr>
      <w:tr w:rsidR="0085747A" w:rsidRPr="007914D4" w14:paraId="5D60B65E" w14:textId="77777777" w:rsidTr="72879F37">
        <w:trPr>
          <w:trHeight w:val="397"/>
        </w:trPr>
        <w:tc>
          <w:tcPr>
            <w:tcW w:w="7513" w:type="dxa"/>
          </w:tcPr>
          <w:p w14:paraId="475FE639" w14:textId="0F461D21" w:rsidR="00DE427B" w:rsidRPr="007914D4" w:rsidRDefault="0085747A" w:rsidP="3DCF5615">
            <w:pPr>
              <w:pStyle w:val="Punktygwne"/>
              <w:spacing w:after="0"/>
              <w:rPr>
                <w:rFonts w:ascii="Corbel" w:hAnsi="Corbel"/>
                <w:bCs/>
                <w:smallCaps w:val="0"/>
              </w:rPr>
            </w:pPr>
            <w:r w:rsidRPr="3DCF5615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5825B45" w14:textId="117F6240" w:rsidR="3DCF5615" w:rsidRDefault="3DCF5615" w:rsidP="3DCF5615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  <w:p w14:paraId="27DD11B8" w14:textId="77777777" w:rsidR="00DE427B" w:rsidRPr="007914D4" w:rsidRDefault="00C4088D" w:rsidP="00DE427B">
            <w:pPr>
              <w:rPr>
                <w:rFonts w:ascii="Corbel" w:hAnsi="Corbel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 xml:space="preserve">J. </w:t>
            </w:r>
            <w:proofErr w:type="spellStart"/>
            <w:r w:rsidRPr="007914D4">
              <w:rPr>
                <w:rFonts w:ascii="Corbel" w:hAnsi="Corbel"/>
                <w:sz w:val="24"/>
                <w:szCs w:val="24"/>
              </w:rPr>
              <w:t>Czaputowicz</w:t>
            </w:r>
            <w:proofErr w:type="spellEnd"/>
            <w:r w:rsidRPr="007914D4">
              <w:rPr>
                <w:rFonts w:ascii="Corbel" w:hAnsi="Corbel"/>
                <w:sz w:val="24"/>
                <w:szCs w:val="24"/>
              </w:rPr>
              <w:t>, Teorie stosunków międzynarodowych. Krytyka i systematyzacja, Warszawa 2007.</w:t>
            </w:r>
          </w:p>
          <w:p w14:paraId="7AACBB0D" w14:textId="163FC7B4" w:rsidR="00C4088D" w:rsidRPr="007914D4" w:rsidRDefault="00C4088D" w:rsidP="00DE427B">
            <w:pPr>
              <w:rPr>
                <w:rFonts w:ascii="Corbel" w:hAnsi="Corbel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>J. Kukułka, Wstęp do nauki o stosunkach międzynarodowych, Warszawa 2003.</w:t>
            </w:r>
          </w:p>
          <w:p w14:paraId="678E690B" w14:textId="307E2CC6" w:rsidR="0085747A" w:rsidRPr="007914D4" w:rsidRDefault="00C4088D" w:rsidP="00DE427B">
            <w:pPr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7914D4"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 w:rsidRPr="007914D4">
              <w:rPr>
                <w:rFonts w:ascii="Corbel" w:hAnsi="Corbel"/>
                <w:sz w:val="24"/>
                <w:szCs w:val="24"/>
              </w:rPr>
              <w:t>Mingst</w:t>
            </w:r>
            <w:proofErr w:type="spellEnd"/>
            <w:r w:rsidRPr="007914D4">
              <w:rPr>
                <w:rFonts w:ascii="Corbel" w:hAnsi="Corbel"/>
                <w:sz w:val="24"/>
                <w:szCs w:val="24"/>
              </w:rPr>
              <w:t>, Podstawy stosunków międzynarodowych, Warszawa 2006.</w:t>
            </w:r>
          </w:p>
        </w:tc>
      </w:tr>
    </w:tbl>
    <w:p w14:paraId="624119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6EC1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AF3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E0217" w14:textId="77777777" w:rsidR="006F3404" w:rsidRDefault="006F3404" w:rsidP="00C16ABF">
      <w:pPr>
        <w:spacing w:after="0" w:line="240" w:lineRule="auto"/>
      </w:pPr>
      <w:r>
        <w:separator/>
      </w:r>
    </w:p>
  </w:endnote>
  <w:endnote w:type="continuationSeparator" w:id="0">
    <w:p w14:paraId="4BC5BE0A" w14:textId="77777777" w:rsidR="006F3404" w:rsidRDefault="006F34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98FFE" w14:textId="77777777" w:rsidR="006F3404" w:rsidRDefault="006F3404" w:rsidP="00C16ABF">
      <w:pPr>
        <w:spacing w:after="0" w:line="240" w:lineRule="auto"/>
      </w:pPr>
      <w:r>
        <w:separator/>
      </w:r>
    </w:p>
  </w:footnote>
  <w:footnote w:type="continuationSeparator" w:id="0">
    <w:p w14:paraId="0B0F2995" w14:textId="77777777" w:rsidR="006F3404" w:rsidRDefault="006F3404" w:rsidP="00C16ABF">
      <w:pPr>
        <w:spacing w:after="0" w:line="240" w:lineRule="auto"/>
      </w:pPr>
      <w:r>
        <w:continuationSeparator/>
      </w:r>
    </w:p>
  </w:footnote>
  <w:footnote w:id="1">
    <w:p w14:paraId="4B2711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B035B3"/>
    <w:multiLevelType w:val="hybridMultilevel"/>
    <w:tmpl w:val="AA04C4C6"/>
    <w:lvl w:ilvl="0" w:tplc="47C018F4">
      <w:numFmt w:val="bullet"/>
      <w:lvlText w:val="•"/>
      <w:lvlJc w:val="left"/>
      <w:pPr>
        <w:ind w:left="142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1429F4"/>
    <w:multiLevelType w:val="hybridMultilevel"/>
    <w:tmpl w:val="590CB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D5833"/>
    <w:multiLevelType w:val="hybridMultilevel"/>
    <w:tmpl w:val="E3A6EDD2"/>
    <w:lvl w:ilvl="0" w:tplc="2C1468F4">
      <w:numFmt w:val="bullet"/>
      <w:lvlText w:val="•"/>
      <w:lvlJc w:val="left"/>
      <w:pPr>
        <w:ind w:left="142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C27F45"/>
    <w:multiLevelType w:val="hybridMultilevel"/>
    <w:tmpl w:val="98325566"/>
    <w:lvl w:ilvl="0" w:tplc="2C1468F4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D10B2"/>
    <w:multiLevelType w:val="hybridMultilevel"/>
    <w:tmpl w:val="8F3C5762"/>
    <w:lvl w:ilvl="0" w:tplc="47C018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2389E"/>
    <w:multiLevelType w:val="hybridMultilevel"/>
    <w:tmpl w:val="75E8CF8C"/>
    <w:lvl w:ilvl="0" w:tplc="47C018F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827F3"/>
    <w:multiLevelType w:val="hybridMultilevel"/>
    <w:tmpl w:val="BE24249E"/>
    <w:lvl w:ilvl="0" w:tplc="2C1468F4">
      <w:numFmt w:val="bullet"/>
      <w:lvlText w:val="•"/>
      <w:lvlJc w:val="left"/>
      <w:pPr>
        <w:ind w:left="142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EFF3E12"/>
    <w:multiLevelType w:val="hybridMultilevel"/>
    <w:tmpl w:val="C6A89FA2"/>
    <w:lvl w:ilvl="0" w:tplc="2C1468F4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258702">
    <w:abstractNumId w:val="0"/>
  </w:num>
  <w:num w:numId="2" w16cid:durableId="577136754">
    <w:abstractNumId w:val="2"/>
  </w:num>
  <w:num w:numId="3" w16cid:durableId="192613537">
    <w:abstractNumId w:val="8"/>
  </w:num>
  <w:num w:numId="4" w16cid:durableId="1021859703">
    <w:abstractNumId w:val="7"/>
  </w:num>
  <w:num w:numId="5" w16cid:durableId="1437553053">
    <w:abstractNumId w:val="3"/>
  </w:num>
  <w:num w:numId="6" w16cid:durableId="724644665">
    <w:abstractNumId w:val="4"/>
  </w:num>
  <w:num w:numId="7" w16cid:durableId="598831847">
    <w:abstractNumId w:val="5"/>
  </w:num>
  <w:num w:numId="8" w16cid:durableId="568541394">
    <w:abstractNumId w:val="1"/>
  </w:num>
  <w:num w:numId="9" w16cid:durableId="31511146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638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B7B"/>
    <w:rsid w:val="000F1C57"/>
    <w:rsid w:val="000F5615"/>
    <w:rsid w:val="00102998"/>
    <w:rsid w:val="00106200"/>
    <w:rsid w:val="00123D01"/>
    <w:rsid w:val="00124BFF"/>
    <w:rsid w:val="0012560E"/>
    <w:rsid w:val="00127108"/>
    <w:rsid w:val="00134B13"/>
    <w:rsid w:val="0014102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88E"/>
    <w:rsid w:val="00192F37"/>
    <w:rsid w:val="001A70D2"/>
    <w:rsid w:val="001D657B"/>
    <w:rsid w:val="001D7B54"/>
    <w:rsid w:val="001E0209"/>
    <w:rsid w:val="001F2CA2"/>
    <w:rsid w:val="002047CC"/>
    <w:rsid w:val="002144C0"/>
    <w:rsid w:val="0022477D"/>
    <w:rsid w:val="002278A9"/>
    <w:rsid w:val="002336F9"/>
    <w:rsid w:val="0024028F"/>
    <w:rsid w:val="00244ABC"/>
    <w:rsid w:val="00266BA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56361"/>
    <w:rsid w:val="00363F78"/>
    <w:rsid w:val="0038095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5D5A"/>
    <w:rsid w:val="0045729E"/>
    <w:rsid w:val="0046176E"/>
    <w:rsid w:val="00461EFC"/>
    <w:rsid w:val="004652C2"/>
    <w:rsid w:val="004706D1"/>
    <w:rsid w:val="00471326"/>
    <w:rsid w:val="0047598D"/>
    <w:rsid w:val="004840FD"/>
    <w:rsid w:val="00490F7D"/>
    <w:rsid w:val="00491082"/>
    <w:rsid w:val="00491678"/>
    <w:rsid w:val="004968E2"/>
    <w:rsid w:val="004A3EEA"/>
    <w:rsid w:val="004A4D1F"/>
    <w:rsid w:val="004A6A40"/>
    <w:rsid w:val="004D5282"/>
    <w:rsid w:val="004F1551"/>
    <w:rsid w:val="004F55A3"/>
    <w:rsid w:val="0050210A"/>
    <w:rsid w:val="0050496F"/>
    <w:rsid w:val="00513B6F"/>
    <w:rsid w:val="00517C63"/>
    <w:rsid w:val="005362E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2A16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38D"/>
    <w:rsid w:val="00696477"/>
    <w:rsid w:val="006D050F"/>
    <w:rsid w:val="006D6139"/>
    <w:rsid w:val="006E5D65"/>
    <w:rsid w:val="006F1282"/>
    <w:rsid w:val="006F1FBC"/>
    <w:rsid w:val="006F31E2"/>
    <w:rsid w:val="006F3404"/>
    <w:rsid w:val="00706544"/>
    <w:rsid w:val="00706BC0"/>
    <w:rsid w:val="007072BA"/>
    <w:rsid w:val="00714C41"/>
    <w:rsid w:val="0071620A"/>
    <w:rsid w:val="00724677"/>
    <w:rsid w:val="00725459"/>
    <w:rsid w:val="007327BD"/>
    <w:rsid w:val="00734608"/>
    <w:rsid w:val="00745302"/>
    <w:rsid w:val="007461D6"/>
    <w:rsid w:val="00746EC8"/>
    <w:rsid w:val="00753C2A"/>
    <w:rsid w:val="00763BF1"/>
    <w:rsid w:val="00766FD4"/>
    <w:rsid w:val="0078168C"/>
    <w:rsid w:val="00787C2A"/>
    <w:rsid w:val="00790E27"/>
    <w:rsid w:val="007914D4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14E7"/>
    <w:rsid w:val="0085747A"/>
    <w:rsid w:val="008658A0"/>
    <w:rsid w:val="00884922"/>
    <w:rsid w:val="00885F64"/>
    <w:rsid w:val="008917F9"/>
    <w:rsid w:val="008A45F7"/>
    <w:rsid w:val="008C0CC0"/>
    <w:rsid w:val="008C19A9"/>
    <w:rsid w:val="008C379D"/>
    <w:rsid w:val="008C5147"/>
    <w:rsid w:val="008C533E"/>
    <w:rsid w:val="008C5359"/>
    <w:rsid w:val="008C5363"/>
    <w:rsid w:val="008D3DFB"/>
    <w:rsid w:val="008E64F4"/>
    <w:rsid w:val="008F12C9"/>
    <w:rsid w:val="008F6E29"/>
    <w:rsid w:val="00903CA3"/>
    <w:rsid w:val="00907FD1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181"/>
    <w:rsid w:val="00A84C85"/>
    <w:rsid w:val="00A97DE1"/>
    <w:rsid w:val="00AB053C"/>
    <w:rsid w:val="00AD0B62"/>
    <w:rsid w:val="00AD1146"/>
    <w:rsid w:val="00AD27D3"/>
    <w:rsid w:val="00AD66D6"/>
    <w:rsid w:val="00AE1160"/>
    <w:rsid w:val="00AE203C"/>
    <w:rsid w:val="00AE2E74"/>
    <w:rsid w:val="00AE5FCB"/>
    <w:rsid w:val="00AF2C1E"/>
    <w:rsid w:val="00AF39D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485"/>
    <w:rsid w:val="00BA0CF6"/>
    <w:rsid w:val="00BB256B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88D"/>
    <w:rsid w:val="00C46283"/>
    <w:rsid w:val="00C557BA"/>
    <w:rsid w:val="00C56036"/>
    <w:rsid w:val="00C61DC5"/>
    <w:rsid w:val="00C67E92"/>
    <w:rsid w:val="00C70A26"/>
    <w:rsid w:val="00C766DF"/>
    <w:rsid w:val="00C94B98"/>
    <w:rsid w:val="00C95B24"/>
    <w:rsid w:val="00C97342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73B"/>
    <w:rsid w:val="00D26B2C"/>
    <w:rsid w:val="00D352C9"/>
    <w:rsid w:val="00D425B2"/>
    <w:rsid w:val="00D428D6"/>
    <w:rsid w:val="00D50CD9"/>
    <w:rsid w:val="00D552B2"/>
    <w:rsid w:val="00D608D1"/>
    <w:rsid w:val="00D6466D"/>
    <w:rsid w:val="00D66B77"/>
    <w:rsid w:val="00D74119"/>
    <w:rsid w:val="00D8075B"/>
    <w:rsid w:val="00D8678B"/>
    <w:rsid w:val="00DA2114"/>
    <w:rsid w:val="00DA385A"/>
    <w:rsid w:val="00DE09C0"/>
    <w:rsid w:val="00DE427B"/>
    <w:rsid w:val="00DE4A14"/>
    <w:rsid w:val="00DF320D"/>
    <w:rsid w:val="00DF71C8"/>
    <w:rsid w:val="00E129B8"/>
    <w:rsid w:val="00E21E7D"/>
    <w:rsid w:val="00E22FBC"/>
    <w:rsid w:val="00E23021"/>
    <w:rsid w:val="00E24BF5"/>
    <w:rsid w:val="00E25338"/>
    <w:rsid w:val="00E51E44"/>
    <w:rsid w:val="00E63348"/>
    <w:rsid w:val="00E66AC6"/>
    <w:rsid w:val="00E77E88"/>
    <w:rsid w:val="00E8107D"/>
    <w:rsid w:val="00E92AE0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73912"/>
    <w:rsid w:val="00F83B28"/>
    <w:rsid w:val="00F87CA0"/>
    <w:rsid w:val="00F94E9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05D1AF"/>
    <w:rsid w:val="075AEAEC"/>
    <w:rsid w:val="0E10C313"/>
    <w:rsid w:val="106972E9"/>
    <w:rsid w:val="1295C6CC"/>
    <w:rsid w:val="18FE29EF"/>
    <w:rsid w:val="1ABFA896"/>
    <w:rsid w:val="20197344"/>
    <w:rsid w:val="23B35F16"/>
    <w:rsid w:val="27298AB8"/>
    <w:rsid w:val="2A0AE57D"/>
    <w:rsid w:val="2B668A94"/>
    <w:rsid w:val="2E792CA0"/>
    <w:rsid w:val="324C5C10"/>
    <w:rsid w:val="341436F3"/>
    <w:rsid w:val="34D4E1EC"/>
    <w:rsid w:val="3679BE9B"/>
    <w:rsid w:val="3DCF5615"/>
    <w:rsid w:val="48030AB9"/>
    <w:rsid w:val="49929A17"/>
    <w:rsid w:val="4E25B38F"/>
    <w:rsid w:val="5161C3FB"/>
    <w:rsid w:val="59C564D7"/>
    <w:rsid w:val="5D969246"/>
    <w:rsid w:val="6328E505"/>
    <w:rsid w:val="6885080B"/>
    <w:rsid w:val="6A20D86C"/>
    <w:rsid w:val="6A884FA1"/>
    <w:rsid w:val="6EB80D68"/>
    <w:rsid w:val="72879F37"/>
    <w:rsid w:val="778C2DD2"/>
    <w:rsid w:val="7B73C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264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9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87184-6E39-44A3-A784-146516C9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736</Words>
  <Characters>4421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12</cp:revision>
  <cp:lastPrinted>2019-02-06T12:12:00Z</cp:lastPrinted>
  <dcterms:created xsi:type="dcterms:W3CDTF">2021-12-08T16:42:00Z</dcterms:created>
  <dcterms:modified xsi:type="dcterms:W3CDTF">2025-11-14T22:33:00Z</dcterms:modified>
</cp:coreProperties>
</file>